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912065">
      <w:r>
        <w:rPr>
          <w:noProof/>
        </w:rPr>
        <w:pict>
          <v:group id="_x0000_s1026" style="position:absolute;margin-left:11.2pt;margin-top:-19.35pt;width:529.9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ED52C2">
                      <w:pPr>
                        <w:tabs>
                          <w:tab w:val="right" w:pos="558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C23793" w:rsidRPr="00C2379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HW26</w:t>
                        </w:r>
                        <w:r w:rsidR="00C23793">
                          <w:rPr>
                            <w:noProof/>
                          </w:rPr>
                          <w:t>_Midpoint-Endpoint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E372A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E372A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 Oct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4A1C66">
      <w:r>
        <w:t xml:space="preserve"> </w:t>
      </w:r>
    </w:p>
    <w:p w:rsidR="00ED52C2" w:rsidRDefault="00ED52C2"/>
    <w:p w:rsidR="00E372A3" w:rsidRPr="00D03C61" w:rsidRDefault="00E372A3" w:rsidP="00E372A3">
      <w:pPr>
        <w:rPr>
          <w:rFonts w:ascii="Calibri" w:hAnsi="Calibri" w:cs="Calibri"/>
          <w:b/>
        </w:rPr>
      </w:pPr>
      <w:r w:rsidRPr="00D03C61">
        <w:rPr>
          <w:rFonts w:ascii="Calibri" w:hAnsi="Calibri" w:cs="Calibri"/>
          <w:b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9"/>
        <w:gridCol w:w="391"/>
        <w:gridCol w:w="6006"/>
      </w:tblGrid>
      <w:tr w:rsidR="00E372A3" w:rsidRPr="00D03C61" w:rsidTr="00E52DFE">
        <w:tc>
          <w:tcPr>
            <w:tcW w:w="4619" w:type="dxa"/>
          </w:tcPr>
          <w:p w:rsidR="00E372A3" w:rsidRPr="00D03C61" w:rsidRDefault="00E372A3" w:rsidP="00E52DFE">
            <w:pPr>
              <w:shd w:val="clear" w:color="auto" w:fill="FFFFFF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>1. Find the other endpoint of the line segment with the given endpoint and midpoint.</w:t>
            </w:r>
          </w:p>
          <w:p w:rsidR="00E372A3" w:rsidRPr="00D03C61" w:rsidRDefault="00E372A3" w:rsidP="00E52DFE">
            <w:pPr>
              <w:shd w:val="clear" w:color="auto" w:fill="FFFFFF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392045" cy="255270"/>
                  <wp:effectExtent l="0" t="0" r="825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0649" b="65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E372A3" w:rsidRPr="00D03C61" w:rsidRDefault="00E372A3" w:rsidP="00E52DFE">
            <w:pPr>
              <w:rPr>
                <w:rFonts w:ascii="Calibri" w:hAnsi="Calibri" w:cs="Calibri"/>
              </w:rPr>
            </w:pPr>
            <w:r w:rsidRPr="00D03C61">
              <w:rPr>
                <w:rFonts w:ascii="Calibri" w:hAnsi="Calibri" w:cs="Calibri"/>
                <w:bCs/>
              </w:rPr>
              <w:t>2. Find the other endpoint of the line segment with the given endpoint and midpoint.</w:t>
            </w: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243455" cy="233680"/>
                  <wp:effectExtent l="0" t="0" r="4445" b="0"/>
                  <wp:docPr id="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17143" b="69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</w:tc>
      </w:tr>
      <w:tr w:rsidR="00E372A3" w:rsidRPr="00D03C61" w:rsidTr="00E52DFE">
        <w:tc>
          <w:tcPr>
            <w:tcW w:w="4619" w:type="dxa"/>
          </w:tcPr>
          <w:p w:rsidR="00E372A3" w:rsidRPr="00D03C61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 xml:space="preserve">3.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XZ</w:t>
            </w:r>
            <w:r w:rsidRPr="00D03C6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X</w:t>
            </w:r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Z.</w:t>
            </w: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E372A3" w:rsidRDefault="00E372A3" w:rsidP="00E52DFE">
            <w:pPr>
              <w:rPr>
                <w:rFonts w:ascii="Calibri" w:hAnsi="Calibri" w:cs="Calibri"/>
                <w:color w:val="000000"/>
                <w:spacing w:val="4"/>
                <w:w w:val="105"/>
              </w:rPr>
            </w:pPr>
            <w:r w:rsidRPr="00D03C61">
              <w:rPr>
                <w:rFonts w:ascii="Calibri" w:hAnsi="Calibri" w:cs="Calibri"/>
              </w:rPr>
              <w:t xml:space="preserve">4.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AB</w:t>
            </w:r>
            <w:r w:rsidRPr="00971CD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971CD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8,-8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). One endpoint is </w:t>
            </w: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A</w:t>
            </w:r>
            <w:r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w w:val="105"/>
              </w:rPr>
              <w:t>-4, 10</w:t>
            </w:r>
            <w:r w:rsidRPr="00971CD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). Find the coordinates of endpoint </w:t>
            </w:r>
            <w:r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B</w:t>
            </w:r>
            <w:r w:rsidRPr="00971CD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.</w:t>
            </w: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  <w:p w:rsidR="00E372A3" w:rsidRPr="00D03C61" w:rsidRDefault="00E372A3" w:rsidP="00E52DFE">
            <w:pPr>
              <w:rPr>
                <w:rFonts w:ascii="Calibri" w:hAnsi="Calibri" w:cs="Calibri"/>
              </w:rPr>
            </w:pPr>
          </w:p>
        </w:tc>
      </w:tr>
      <w:tr w:rsidR="00E372A3" w:rsidTr="00E52DFE">
        <w:tc>
          <w:tcPr>
            <w:tcW w:w="4619" w:type="dxa"/>
          </w:tcPr>
          <w:p w:rsidR="00E372A3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5. 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E372A3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372A3" w:rsidRPr="00652548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520190" cy="1520190"/>
                  <wp:effectExtent l="0" t="0" r="3810" b="3810"/>
                  <wp:docPr id="1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47012" b="259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2A3" w:rsidRPr="00652548" w:rsidRDefault="00E372A3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E372A3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E372A3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372A3" w:rsidRPr="00652548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562735" cy="1573530"/>
                  <wp:effectExtent l="0" t="0" r="0" b="7620"/>
                  <wp:docPr id="1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47533" b="26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57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2A3" w:rsidRPr="00652548" w:rsidRDefault="00E372A3" w:rsidP="00E52DFE">
            <w:pPr>
              <w:rPr>
                <w:rFonts w:ascii="Calibri" w:hAnsi="Calibri"/>
              </w:rPr>
            </w:pPr>
          </w:p>
        </w:tc>
      </w:tr>
      <w:tr w:rsidR="00E372A3" w:rsidTr="00E52DFE">
        <w:tc>
          <w:tcPr>
            <w:tcW w:w="4619" w:type="dxa"/>
          </w:tcPr>
          <w:p w:rsidR="00E372A3" w:rsidRPr="003959B4" w:rsidRDefault="00E372A3" w:rsidP="00E52D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mbria"/>
                <w:bCs/>
                <w:szCs w:val="20"/>
              </w:rPr>
              <w:t xml:space="preserve">7. </w:t>
            </w:r>
            <w:r w:rsidRPr="003959B4">
              <w:rPr>
                <w:rFonts w:ascii="Calibri" w:hAnsi="Calibri" w:cs="Calibri"/>
              </w:rPr>
              <w:t xml:space="preserve">On a particular line segment, points </w:t>
            </w:r>
            <w:r w:rsidRPr="003959B4">
              <w:rPr>
                <w:rFonts w:ascii="Calibri" w:hAnsi="Calibri" w:cs="Calibri"/>
                <w:i/>
              </w:rPr>
              <w:t>Q</w:t>
            </w:r>
            <w:r w:rsidRPr="003959B4">
              <w:rPr>
                <w:rFonts w:ascii="Calibri" w:hAnsi="Calibri" w:cs="Calibri"/>
              </w:rPr>
              <w:t xml:space="preserve">, </w:t>
            </w:r>
            <w:r w:rsidRPr="003959B4">
              <w:rPr>
                <w:rFonts w:ascii="Calibri" w:hAnsi="Calibri" w:cs="Calibri"/>
                <w:i/>
              </w:rPr>
              <w:t>R</w:t>
            </w:r>
            <w:r w:rsidRPr="003959B4">
              <w:rPr>
                <w:rFonts w:ascii="Calibri" w:hAnsi="Calibri" w:cs="Calibri"/>
              </w:rPr>
              <w:t xml:space="preserve">, and </w:t>
            </w:r>
            <w:r w:rsidRPr="003959B4">
              <w:rPr>
                <w:rFonts w:ascii="Calibri" w:hAnsi="Calibri" w:cs="Calibri"/>
                <w:i/>
              </w:rPr>
              <w:t>S</w:t>
            </w:r>
            <w:r w:rsidRPr="003959B4">
              <w:rPr>
                <w:rFonts w:ascii="Calibri" w:hAnsi="Calibri" w:cs="Calibri"/>
              </w:rPr>
              <w:t xml:space="preserve"> are collinear, and R is between Q and S.</w:t>
            </w:r>
          </w:p>
          <w:p w:rsidR="00E372A3" w:rsidRPr="003959B4" w:rsidRDefault="00E372A3" w:rsidP="00E52DFE">
            <w:pPr>
              <w:rPr>
                <w:rFonts w:ascii="Calibri" w:hAnsi="Calibri" w:cs="Calibri"/>
              </w:rPr>
            </w:pPr>
          </w:p>
          <w:p w:rsidR="00E372A3" w:rsidRPr="003959B4" w:rsidRDefault="00E372A3" w:rsidP="00E372A3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Draw the line segment.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E372A3" w:rsidRPr="003959B4" w:rsidRDefault="00E372A3" w:rsidP="00E372A3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If QR = 8 cm and RS = 13 cm, what is the measure of QS?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E372A3" w:rsidRPr="003959B4" w:rsidRDefault="00E372A3" w:rsidP="00E372A3">
            <w:pPr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 xml:space="preserve">If </w:t>
            </w:r>
            <w:r w:rsidRPr="003959B4">
              <w:rPr>
                <w:rFonts w:ascii="Calibri" w:hAnsi="Calibri" w:cs="Calibri"/>
                <w:i/>
              </w:rPr>
              <w:t>QS</w:t>
            </w:r>
            <w:r w:rsidRPr="003959B4">
              <w:rPr>
                <w:rFonts w:ascii="Calibri" w:hAnsi="Calibri" w:cs="Calibri"/>
              </w:rPr>
              <w:t xml:space="preserve"> = 31inches and RS = 7 inches, what is the measure of </w:t>
            </w:r>
            <w:r w:rsidRPr="003959B4">
              <w:rPr>
                <w:rFonts w:ascii="Calibri" w:hAnsi="Calibri" w:cs="Calibri"/>
                <w:i/>
              </w:rPr>
              <w:t>QR</w:t>
            </w:r>
            <w:r w:rsidRPr="003959B4">
              <w:rPr>
                <w:rFonts w:ascii="Calibri" w:hAnsi="Calibri" w:cs="Calibri"/>
              </w:rPr>
              <w:t>?</w:t>
            </w:r>
          </w:p>
          <w:p w:rsidR="00E372A3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372A3" w:rsidRPr="00652548" w:rsidRDefault="00E372A3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E372A3" w:rsidRPr="006B0261" w:rsidRDefault="00E372A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 xml:space="preserve">8.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Choose the correct statement/statements. </w:t>
            </w:r>
          </w:p>
          <w:p w:rsidR="00E372A3" w:rsidRPr="006B0261" w:rsidRDefault="00E372A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137410" cy="1690370"/>
                  <wp:effectExtent l="0" t="0" r="0" b="5080"/>
                  <wp:docPr id="19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2A3" w:rsidRPr="006B0261" w:rsidRDefault="00E372A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E372A3" w:rsidRPr="006B0261" w:rsidRDefault="00E372A3" w:rsidP="00E372A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U, and V are coplanar</w:t>
            </w:r>
          </w:p>
          <w:p w:rsidR="00E372A3" w:rsidRPr="006B0261" w:rsidRDefault="00E372A3" w:rsidP="00E372A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U, V, N, and M are collinear </w:t>
            </w:r>
          </w:p>
          <w:p w:rsidR="00E372A3" w:rsidRPr="006B0261" w:rsidRDefault="00E372A3" w:rsidP="00E372A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T, and S are coplanar</w:t>
            </w:r>
          </w:p>
          <w:p w:rsidR="00E372A3" w:rsidRPr="006B0261" w:rsidRDefault="00E372A3" w:rsidP="00E372A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M, N, T, S and P are coplanar </w:t>
            </w:r>
          </w:p>
          <w:p w:rsidR="00E372A3" w:rsidRPr="006B0261" w:rsidRDefault="00E372A3" w:rsidP="00E52D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E372A3" w:rsidRPr="006B0261" w:rsidRDefault="00E372A3" w:rsidP="00E372A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III and IV only</w:t>
            </w:r>
          </w:p>
          <w:p w:rsidR="00E372A3" w:rsidRPr="006B0261" w:rsidRDefault="00E372A3" w:rsidP="00E372A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and II only</w:t>
            </w:r>
          </w:p>
          <w:p w:rsidR="00E372A3" w:rsidRDefault="00E372A3" w:rsidP="00E372A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only</w:t>
            </w:r>
          </w:p>
          <w:p w:rsidR="00E372A3" w:rsidRDefault="00E372A3" w:rsidP="00E372A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F492D">
              <w:rPr>
                <w:rFonts w:ascii="Calibri" w:hAnsi="Calibri" w:cs="Calibri"/>
                <w:sz w:val="20"/>
                <w:szCs w:val="20"/>
              </w:rPr>
              <w:t>III only</w:t>
            </w:r>
          </w:p>
          <w:p w:rsidR="002475D4" w:rsidRPr="00EF492D" w:rsidRDefault="002475D4" w:rsidP="002475D4">
            <w:pPr>
              <w:autoSpaceDE w:val="0"/>
              <w:autoSpaceDN w:val="0"/>
              <w:adjustRightInd w:val="0"/>
              <w:ind w:left="720"/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72A3" w:rsidRPr="00642FD5" w:rsidTr="00E52DFE">
        <w:tc>
          <w:tcPr>
            <w:tcW w:w="5010" w:type="dxa"/>
            <w:gridSpan w:val="2"/>
            <w:shd w:val="clear" w:color="auto" w:fill="auto"/>
          </w:tcPr>
          <w:p w:rsidR="00E372A3" w:rsidRPr="00642FD5" w:rsidRDefault="00E372A3" w:rsidP="00E52DFE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lastRenderedPageBreak/>
              <w:t>9</w:t>
            </w:r>
            <w:r w:rsidRPr="00642FD5">
              <w:rPr>
                <w:rFonts w:ascii="Calibri" w:hAnsi="Calibri"/>
              </w:rPr>
              <w:t xml:space="preserve">a) A line passes through the points </w:t>
            </w:r>
            <w:r w:rsidRPr="00642FD5">
              <w:rPr>
                <w:rFonts w:ascii="Calibri" w:hAnsi="Calibri" w:cs="Calibri"/>
              </w:rPr>
              <w:t>(-3, 4) and (4, 1)</w:t>
            </w:r>
            <w:r w:rsidRPr="00642FD5">
              <w:rPr>
                <w:rFonts w:ascii="Calibri" w:hAnsi="Calibri" w:cs="Calibri"/>
                <w:bCs/>
              </w:rPr>
              <w:t>.</w:t>
            </w:r>
            <w:proofErr w:type="gramEnd"/>
            <w:r w:rsidRPr="00642FD5">
              <w:rPr>
                <w:rFonts w:ascii="Calibri" w:hAnsi="Calibri" w:cs="Calibri"/>
                <w:bCs/>
              </w:rPr>
              <w:t xml:space="preserve"> </w:t>
            </w:r>
            <w:r w:rsidRPr="00642FD5">
              <w:rPr>
                <w:rFonts w:ascii="Calibri" w:hAnsi="Calibri"/>
              </w:rPr>
              <w:t>What is the slope of this line?</w:t>
            </w:r>
          </w:p>
          <w:p w:rsidR="00E372A3" w:rsidRPr="00642FD5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Pr="00642FD5" w:rsidRDefault="00E372A3" w:rsidP="00E52DFE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111760</wp:posOffset>
                  </wp:positionV>
                  <wp:extent cx="1390650" cy="1379220"/>
                  <wp:effectExtent l="19050" t="0" r="0" b="0"/>
                  <wp:wrapNone/>
                  <wp:docPr id="23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0503" t="30503" r="30189" b="305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72A3" w:rsidRPr="00642FD5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Default="00E372A3" w:rsidP="00E52DFE">
            <w:pPr>
              <w:rPr>
                <w:rFonts w:ascii="Calibri" w:hAnsi="Calibri" w:cs="Calibri"/>
                <w:bCs/>
              </w:rPr>
            </w:pPr>
            <w:r w:rsidRPr="00642FD5">
              <w:rPr>
                <w:rFonts w:ascii="Calibri" w:hAnsi="Calibri" w:cs="Calibri"/>
                <w:bCs/>
              </w:rPr>
              <w:t>Sketch the line:</w:t>
            </w:r>
          </w:p>
          <w:p w:rsidR="00E372A3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Default="00E372A3" w:rsidP="00E52DFE">
            <w:pPr>
              <w:rPr>
                <w:rFonts w:ascii="Calibri" w:hAnsi="Calibri" w:cs="Calibri"/>
                <w:bCs/>
              </w:rPr>
            </w:pPr>
          </w:p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6006" w:type="dxa"/>
            <w:shd w:val="clear" w:color="auto" w:fill="auto"/>
          </w:tcPr>
          <w:p w:rsidR="00E372A3" w:rsidRPr="00642FD5" w:rsidRDefault="00E372A3" w:rsidP="00E52DFE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10</w:t>
            </w:r>
            <w:r w:rsidRPr="00642FD5">
              <w:rPr>
                <w:rFonts w:ascii="Calibri" w:hAnsi="Calibri"/>
                <w:noProof/>
              </w:rPr>
              <w:t>a) Find the slope beween (8, 10) and (8, -2).</w:t>
            </w:r>
          </w:p>
          <w:p w:rsidR="00E372A3" w:rsidRPr="00642FD5" w:rsidRDefault="002475D4" w:rsidP="00E52DFE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1995805</wp:posOffset>
                  </wp:positionH>
                  <wp:positionV relativeFrom="paragraph">
                    <wp:posOffset>140970</wp:posOffset>
                  </wp:positionV>
                  <wp:extent cx="1680845" cy="1691005"/>
                  <wp:effectExtent l="19050" t="0" r="0" b="0"/>
                  <wp:wrapNone/>
                  <wp:docPr id="24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761" t="7371" r="8058" b="390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845" cy="169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72A3" w:rsidRPr="00642FD5" w:rsidRDefault="00E372A3" w:rsidP="00E52DFE">
            <w:pPr>
              <w:rPr>
                <w:rFonts w:ascii="Calibri" w:hAnsi="Calibri"/>
                <w:noProof/>
              </w:rPr>
            </w:pPr>
          </w:p>
          <w:p w:rsidR="00E372A3" w:rsidRPr="00642FD5" w:rsidRDefault="00E372A3" w:rsidP="00E52DFE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b) Sketch the line:</w:t>
            </w:r>
          </w:p>
          <w:p w:rsidR="00E372A3" w:rsidRPr="00642FD5" w:rsidRDefault="00E372A3" w:rsidP="00E52DFE">
            <w:pPr>
              <w:rPr>
                <w:rFonts w:ascii="Calibri" w:hAnsi="Calibri"/>
                <w:noProof/>
              </w:rPr>
            </w:pPr>
          </w:p>
          <w:p w:rsidR="00E372A3" w:rsidRDefault="00E372A3" w:rsidP="00E52DFE">
            <w:pPr>
              <w:rPr>
                <w:rFonts w:ascii="Calibri" w:hAnsi="Calibri"/>
                <w:noProof/>
              </w:rPr>
            </w:pPr>
          </w:p>
          <w:p w:rsidR="002475D4" w:rsidRDefault="002475D4" w:rsidP="00E52DFE">
            <w:pPr>
              <w:rPr>
                <w:rFonts w:ascii="Calibri" w:hAnsi="Calibri"/>
                <w:noProof/>
              </w:rPr>
            </w:pPr>
          </w:p>
          <w:p w:rsidR="002475D4" w:rsidRPr="00642FD5" w:rsidRDefault="002475D4" w:rsidP="00E52DFE">
            <w:pPr>
              <w:rPr>
                <w:rFonts w:ascii="Calibri" w:hAnsi="Calibri"/>
                <w:noProof/>
              </w:rPr>
            </w:pPr>
          </w:p>
          <w:p w:rsidR="00E372A3" w:rsidRPr="00642FD5" w:rsidRDefault="00E372A3" w:rsidP="00E52DFE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c) What do we call this kind of line?</w:t>
            </w:r>
          </w:p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</w:p>
        </w:tc>
      </w:tr>
      <w:tr w:rsidR="00E372A3" w:rsidRPr="00642FD5" w:rsidTr="00E372A3">
        <w:tc>
          <w:tcPr>
            <w:tcW w:w="5010" w:type="dxa"/>
            <w:gridSpan w:val="2"/>
            <w:shd w:val="clear" w:color="auto" w:fill="auto"/>
          </w:tcPr>
          <w:p w:rsidR="00E372A3" w:rsidRDefault="00E372A3" w:rsidP="00E52D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11. Reflection:  </w:t>
            </w:r>
          </w:p>
          <w:p w:rsidR="00E372A3" w:rsidRDefault="00E372A3" w:rsidP="00E52D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Tomas was uncertain about finding an endpoint given a midpoint and the other endpoint: Explain in your own words a method of finding this as basic as you can state it:</w:t>
            </w: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Default="00E372A3" w:rsidP="00E52DFE">
            <w:pPr>
              <w:rPr>
                <w:rFonts w:ascii="Calibri" w:hAnsi="Calibri" w:cs="Calibri"/>
              </w:rPr>
            </w:pPr>
          </w:p>
          <w:p w:rsidR="00E372A3" w:rsidRPr="00642FD5" w:rsidRDefault="00E372A3" w:rsidP="00E52DFE">
            <w:pPr>
              <w:rPr>
                <w:rFonts w:ascii="Calibri" w:hAnsi="Calibri" w:cs="Calibri"/>
              </w:rPr>
            </w:pPr>
          </w:p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6006" w:type="dxa"/>
            <w:shd w:val="clear" w:color="auto" w:fill="auto"/>
          </w:tcPr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12. Describe a scenario where knowing the midpoint but not exactly the other endpoint might present itself in your life and what knowing this information can do for you? </w:t>
            </w:r>
          </w:p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</w:p>
        </w:tc>
      </w:tr>
      <w:tr w:rsidR="00E372A3" w:rsidRPr="00642FD5" w:rsidTr="00E52DFE">
        <w:tc>
          <w:tcPr>
            <w:tcW w:w="5010" w:type="dxa"/>
            <w:gridSpan w:val="2"/>
            <w:shd w:val="clear" w:color="auto" w:fill="auto"/>
          </w:tcPr>
          <w:p w:rsidR="00E372A3" w:rsidRDefault="00E372A3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13. Graph the coordinates of the two endpoints and find the midpoint:</w:t>
            </w:r>
          </w:p>
          <w:p w:rsidR="00E372A3" w:rsidRDefault="00E372A3" w:rsidP="00E52DFE">
            <w:r w:rsidRPr="00732D87">
              <w:rPr>
                <w:position w:val="-10"/>
                <w:sz w:val="24"/>
                <w:szCs w:val="24"/>
              </w:rPr>
              <w:object w:dxaOrig="560" w:dyaOrig="320">
                <v:shape id="_x0000_i1027" type="#_x0000_t75" style="width:27.75pt;height:15.75pt" o:ole="">
                  <v:imagedata r:id="rId15" o:title=""/>
                </v:shape>
                <o:OLEObject Type="Embed" ProgID="Equation.DSMT4" ShapeID="_x0000_i1027" DrawAspect="Content" ObjectID="_1473439912" r:id="rId16"/>
              </w:object>
            </w:r>
            <w:r w:rsidRPr="00732D87">
              <w:t xml:space="preserve">and </w:t>
            </w:r>
            <w:r w:rsidRPr="00732D87">
              <w:rPr>
                <w:position w:val="-10"/>
                <w:sz w:val="24"/>
                <w:szCs w:val="24"/>
              </w:rPr>
              <w:object w:dxaOrig="560" w:dyaOrig="320">
                <v:shape id="_x0000_i1028" type="#_x0000_t75" style="width:27.75pt;height:15.75pt" o:ole="">
                  <v:imagedata r:id="rId17" o:title=""/>
                </v:shape>
                <o:OLEObject Type="Embed" ProgID="Equation.DSMT4" ShapeID="_x0000_i1028" DrawAspect="Content" ObjectID="_1473439913" r:id="rId18"/>
              </w:object>
            </w:r>
            <w:r w:rsidRPr="00E372A3">
              <w:rPr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408305</wp:posOffset>
                  </wp:positionV>
                  <wp:extent cx="3028950" cy="3028950"/>
                  <wp:effectExtent l="19050" t="0" r="0" b="0"/>
                  <wp:wrapNone/>
                  <wp:docPr id="22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302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72A3" w:rsidRDefault="00E372A3" w:rsidP="00E52DFE"/>
          <w:p w:rsidR="00E372A3" w:rsidRDefault="00E372A3" w:rsidP="00E52DFE">
            <w:r w:rsidRPr="00E372A3"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42545</wp:posOffset>
                  </wp:positionV>
                  <wp:extent cx="3028950" cy="3028950"/>
                  <wp:effectExtent l="19050" t="0" r="0" b="0"/>
                  <wp:wrapNone/>
                  <wp:docPr id="21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302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Default="00E372A3" w:rsidP="00E52DFE"/>
          <w:p w:rsidR="00E372A3" w:rsidRPr="008A6FD9" w:rsidRDefault="00E372A3" w:rsidP="00E52DFE"/>
        </w:tc>
        <w:tc>
          <w:tcPr>
            <w:tcW w:w="6006" w:type="dxa"/>
            <w:shd w:val="clear" w:color="auto" w:fill="auto"/>
          </w:tcPr>
          <w:p w:rsidR="00E372A3" w:rsidRDefault="00E372A3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14. Graph the coordinates of the two endpoints and find the midpoint:</w:t>
            </w:r>
          </w:p>
          <w:p w:rsidR="00E372A3" w:rsidRDefault="00E372A3" w:rsidP="00E52DFE">
            <w:r w:rsidRPr="00732D87">
              <w:rPr>
                <w:position w:val="-10"/>
                <w:sz w:val="24"/>
                <w:szCs w:val="24"/>
              </w:rPr>
              <w:object w:dxaOrig="660" w:dyaOrig="320">
                <v:shape id="_x0000_i1025" type="#_x0000_t75" style="width:33pt;height:15.75pt" o:ole="">
                  <v:imagedata r:id="rId19" o:title=""/>
                </v:shape>
                <o:OLEObject Type="Embed" ProgID="Equation.DSMT4" ShapeID="_x0000_i1025" DrawAspect="Content" ObjectID="_1473439914" r:id="rId20"/>
              </w:object>
            </w:r>
            <w:r w:rsidRPr="00732D87">
              <w:t xml:space="preserve">and </w:t>
            </w:r>
            <w:r w:rsidRPr="00732D87">
              <w:rPr>
                <w:position w:val="-10"/>
                <w:sz w:val="24"/>
                <w:szCs w:val="24"/>
              </w:rPr>
              <w:object w:dxaOrig="540" w:dyaOrig="320">
                <v:shape id="_x0000_i1026" type="#_x0000_t75" style="width:27pt;height:15.75pt" o:ole="">
                  <v:imagedata r:id="rId21" o:title=""/>
                </v:shape>
                <o:OLEObject Type="Embed" ProgID="Equation.DSMT4" ShapeID="_x0000_i1026" DrawAspect="Content" ObjectID="_1473439915" r:id="rId22"/>
              </w:object>
            </w:r>
          </w:p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</w:p>
          <w:p w:rsidR="00E372A3" w:rsidRPr="00642FD5" w:rsidRDefault="00E372A3" w:rsidP="00E52D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40005</wp:posOffset>
                  </wp:positionV>
                  <wp:extent cx="3009900" cy="3009900"/>
                  <wp:effectExtent l="19050" t="0" r="0" b="0"/>
                  <wp:wrapNone/>
                  <wp:docPr id="33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372A3" w:rsidRPr="00D44A6D" w:rsidRDefault="00E372A3" w:rsidP="00E372A3">
      <w:pPr>
        <w:rPr>
          <w:rFonts w:ascii="Calibri" w:hAnsi="Calibri"/>
          <w:szCs w:val="20"/>
        </w:rPr>
      </w:pPr>
    </w:p>
    <w:p w:rsidR="00E372A3" w:rsidRDefault="00E372A3"/>
    <w:sectPr w:rsidR="00E372A3" w:rsidSect="00ED52C2">
      <w:footerReference w:type="default" r:id="rId2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FA1" w:rsidRDefault="00D61FA1" w:rsidP="004A1C66">
      <w:r>
        <w:separator/>
      </w:r>
    </w:p>
  </w:endnote>
  <w:endnote w:type="continuationSeparator" w:id="0">
    <w:p w:rsidR="00D61FA1" w:rsidRDefault="00D61FA1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FA1" w:rsidRDefault="00D61FA1" w:rsidP="004A1C66">
      <w:r>
        <w:separator/>
      </w:r>
    </w:p>
  </w:footnote>
  <w:footnote w:type="continuationSeparator" w:id="0">
    <w:p w:rsidR="00D61FA1" w:rsidRDefault="00D61FA1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248E2"/>
    <w:rsid w:val="00242D79"/>
    <w:rsid w:val="002475D4"/>
    <w:rsid w:val="003B785F"/>
    <w:rsid w:val="00453565"/>
    <w:rsid w:val="004A1C66"/>
    <w:rsid w:val="004D05E9"/>
    <w:rsid w:val="0065474E"/>
    <w:rsid w:val="00674044"/>
    <w:rsid w:val="006F5A5F"/>
    <w:rsid w:val="00912065"/>
    <w:rsid w:val="00B53200"/>
    <w:rsid w:val="00C23793"/>
    <w:rsid w:val="00CE4705"/>
    <w:rsid w:val="00D61FA1"/>
    <w:rsid w:val="00DD6332"/>
    <w:rsid w:val="00E372A3"/>
    <w:rsid w:val="00ED05F2"/>
    <w:rsid w:val="00ED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file:///C:\My%20Documents\TIIimagefile21554.gif" TargetMode="External"/><Relationship Id="rId22" Type="http://schemas.openxmlformats.org/officeDocument/2006/relationships/oleObject" Target="embeddings/oleObject4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2014-09-29T01:03:00Z</dcterms:created>
  <dcterms:modified xsi:type="dcterms:W3CDTF">2014-09-29T01:03:00Z</dcterms:modified>
</cp:coreProperties>
</file>